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D0FDC" w:rsidR="006E5D65" w:rsidP="002D3375" w:rsidRDefault="00997F14" w14:paraId="223FC119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D0FDC">
        <w:rPr>
          <w:rFonts w:ascii="Corbel" w:hAnsi="Corbel"/>
          <w:b/>
          <w:bCs/>
          <w:sz w:val="24"/>
          <w:szCs w:val="24"/>
        </w:rPr>
        <w:t xml:space="preserve">   </w:t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ED0FDC" w:rsidR="006F31E2">
        <w:rPr>
          <w:rFonts w:ascii="Corbel" w:hAnsi="Corbel"/>
          <w:bCs/>
          <w:i/>
          <w:sz w:val="24"/>
          <w:szCs w:val="24"/>
        </w:rPr>
        <w:t>1.5</w:t>
      </w:r>
      <w:r w:rsidRPr="00ED0FDC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ED0FDC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ED0FDC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ED0FDC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ED0FDC" w:rsidR="0085747A" w:rsidP="009C54AE" w:rsidRDefault="0085747A" w14:paraId="223FC11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D0FDC">
        <w:rPr>
          <w:rFonts w:ascii="Corbel" w:hAnsi="Corbel"/>
          <w:b/>
          <w:smallCaps/>
          <w:sz w:val="24"/>
          <w:szCs w:val="24"/>
        </w:rPr>
        <w:t>SYLABUS</w:t>
      </w:r>
    </w:p>
    <w:p w:rsidRPr="00ED0FDC" w:rsidR="0085747A" w:rsidP="77145DA4" w:rsidRDefault="0071620A" w14:paraId="223FC11B" w14:textId="5CC7C744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7145DA4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7145DA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7145DA4" w:rsidR="00DC7364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7145DA4" w:rsidR="2EC45ACA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7145DA4" w:rsidR="00DC7364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77145DA4" w:rsidR="4281C387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</w:p>
    <w:p w:rsidRPr="00ED0FDC" w:rsidR="0085747A" w:rsidP="00EA4832" w:rsidRDefault="00EA4832" w14:paraId="223FC11C" w14:textId="2266BE1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ED0FDC" w:rsidR="00ED0FDC">
        <w:rPr>
          <w:rFonts w:ascii="Corbel" w:hAnsi="Corbel"/>
          <w:i/>
          <w:sz w:val="24"/>
          <w:szCs w:val="24"/>
        </w:rPr>
        <w:t xml:space="preserve">        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 w:rsidR="0085747A">
        <w:rPr>
          <w:rFonts w:ascii="Corbel" w:hAnsi="Corbel"/>
          <w:i/>
          <w:sz w:val="24"/>
          <w:szCs w:val="24"/>
        </w:rPr>
        <w:t>(skrajne daty</w:t>
      </w:r>
      <w:r w:rsidRPr="00ED0FDC" w:rsidR="0085747A">
        <w:rPr>
          <w:rFonts w:ascii="Corbel" w:hAnsi="Corbel"/>
          <w:sz w:val="24"/>
          <w:szCs w:val="24"/>
        </w:rPr>
        <w:t>)</w:t>
      </w:r>
    </w:p>
    <w:p w:rsidRPr="00ED0FDC" w:rsidR="00ED0FDC" w:rsidP="00EA4832" w:rsidRDefault="00ED0FDC" w14:paraId="5A9679F3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ED0FDC" w:rsidR="00445970" w:rsidP="00EA4832" w:rsidRDefault="00445970" w14:paraId="223FC11D" w14:textId="77B197C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 w:rsidR="00ED0FDC">
        <w:rPr>
          <w:rFonts w:ascii="Corbel" w:hAnsi="Corbel"/>
          <w:sz w:val="24"/>
          <w:szCs w:val="24"/>
        </w:rPr>
        <w:tab/>
      </w:r>
      <w:r w:rsidRPr="00ED0FDC" w:rsidR="00445970">
        <w:rPr>
          <w:rFonts w:ascii="Corbel" w:hAnsi="Corbel"/>
          <w:sz w:val="24"/>
          <w:szCs w:val="24"/>
        </w:rPr>
        <w:t xml:space="preserve">Rok akademicki </w:t>
      </w:r>
      <w:r w:rsidRPr="00ED0FDC" w:rsidR="00DC7364">
        <w:rPr>
          <w:rFonts w:ascii="Corbel" w:hAnsi="Corbel"/>
          <w:sz w:val="24"/>
          <w:szCs w:val="24"/>
        </w:rPr>
        <w:t>202</w:t>
      </w:r>
      <w:r w:rsidRPr="00ED0FDC" w:rsidR="2A004FA1">
        <w:rPr>
          <w:rFonts w:ascii="Corbel" w:hAnsi="Corbel"/>
          <w:sz w:val="24"/>
          <w:szCs w:val="24"/>
        </w:rPr>
        <w:t>2</w:t>
      </w:r>
      <w:r w:rsidRPr="00ED0FDC" w:rsidR="3B0CE620">
        <w:rPr>
          <w:rFonts w:ascii="Corbel" w:hAnsi="Corbel"/>
          <w:sz w:val="24"/>
          <w:szCs w:val="24"/>
        </w:rPr>
        <w:t>/</w:t>
      </w:r>
      <w:r w:rsidRPr="00ED0FDC" w:rsidR="00DC7364">
        <w:rPr>
          <w:rFonts w:ascii="Corbel" w:hAnsi="Corbel"/>
          <w:sz w:val="24"/>
          <w:szCs w:val="24"/>
        </w:rPr>
        <w:t>202</w:t>
      </w:r>
      <w:r w:rsidRPr="00ED0FDC" w:rsidR="3D82C7AC">
        <w:rPr>
          <w:rFonts w:ascii="Corbel" w:hAnsi="Corbel"/>
          <w:sz w:val="24"/>
          <w:szCs w:val="24"/>
        </w:rPr>
        <w:t>3</w:t>
      </w:r>
    </w:p>
    <w:p w:rsidRPr="00ED0FDC" w:rsidR="0085747A" w:rsidP="009C54AE" w:rsidRDefault="0085747A" w14:paraId="223FC11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D0FDC" w:rsidR="0085747A" w:rsidP="009C54AE" w:rsidRDefault="0071620A" w14:paraId="223FC11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D0FDC">
        <w:rPr>
          <w:rFonts w:ascii="Corbel" w:hAnsi="Corbel"/>
          <w:szCs w:val="24"/>
        </w:rPr>
        <w:t xml:space="preserve">1. </w:t>
      </w:r>
      <w:r w:rsidRPr="00ED0FDC" w:rsidR="0085747A">
        <w:rPr>
          <w:rFonts w:ascii="Corbel" w:hAnsi="Corbel"/>
          <w:szCs w:val="24"/>
        </w:rPr>
        <w:t xml:space="preserve">Podstawowe </w:t>
      </w:r>
      <w:r w:rsidRPr="00ED0FDC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D0FDC" w:rsidR="0085747A" w:rsidTr="00B819C8" w14:paraId="223FC122" w14:textId="77777777">
        <w:tc>
          <w:tcPr>
            <w:tcW w:w="2694" w:type="dxa"/>
            <w:vAlign w:val="center"/>
          </w:tcPr>
          <w:p w:rsidRPr="00ED0FDC" w:rsidR="0085747A" w:rsidP="009C54AE" w:rsidRDefault="00C05F44" w14:paraId="223FC1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ZGROMADZEŃ I IMPREZ MASOWYCH</w:t>
            </w:r>
          </w:p>
        </w:tc>
      </w:tr>
      <w:tr w:rsidRPr="00ED0FDC" w:rsidR="0085747A" w:rsidTr="00B819C8" w14:paraId="223FC125" w14:textId="77777777">
        <w:tc>
          <w:tcPr>
            <w:tcW w:w="2694" w:type="dxa"/>
            <w:vAlign w:val="center"/>
          </w:tcPr>
          <w:p w:rsidRPr="00ED0FDC" w:rsidR="0085747A" w:rsidP="009C54AE" w:rsidRDefault="00C05F44" w14:paraId="223FC1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Kod przedmiotu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BW71</w:t>
            </w:r>
          </w:p>
        </w:tc>
      </w:tr>
      <w:tr w:rsidRPr="00ED0FDC" w:rsidR="0085747A" w:rsidTr="00B819C8" w14:paraId="223FC128" w14:textId="77777777">
        <w:tc>
          <w:tcPr>
            <w:tcW w:w="2694" w:type="dxa"/>
            <w:vAlign w:val="center"/>
          </w:tcPr>
          <w:p w:rsidRPr="00ED0FDC" w:rsidR="0085747A" w:rsidP="00EA4832" w:rsidRDefault="0085747A" w14:paraId="223FC12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</w:t>
            </w:r>
            <w:r w:rsidRPr="00ED0FD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D0FDC" w:rsidR="0085747A" w:rsidTr="00B819C8" w14:paraId="223FC12B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D0FDC" w:rsidR="0085747A" w:rsidTr="00B819C8" w14:paraId="223FC12E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ED0FDC" w:rsidR="0085747A" w:rsidTr="00B819C8" w14:paraId="223FC131" w14:textId="77777777">
        <w:tc>
          <w:tcPr>
            <w:tcW w:w="2694" w:type="dxa"/>
            <w:vAlign w:val="center"/>
          </w:tcPr>
          <w:p w:rsidRPr="00ED0FDC" w:rsidR="0085747A" w:rsidP="009C54AE" w:rsidRDefault="00DE4A14" w14:paraId="223FC1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ED0FDC" w14:paraId="223FC130" w14:textId="2D807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ED0FDC" w:rsidR="0085747A" w:rsidTr="00B819C8" w14:paraId="223FC134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ED0FDC" w:rsidR="0085747A" w:rsidTr="00B819C8" w14:paraId="223FC137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ED0FDC" w:rsidR="0085747A" w:rsidTr="00B819C8" w14:paraId="223FC13A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Rok i semestr</w:t>
            </w:r>
            <w:r w:rsidRPr="00ED0FDC" w:rsidR="0030395F">
              <w:rPr>
                <w:rFonts w:ascii="Corbel" w:hAnsi="Corbel"/>
                <w:sz w:val="24"/>
                <w:szCs w:val="24"/>
              </w:rPr>
              <w:t>/y</w:t>
            </w:r>
            <w:r w:rsidRPr="00ED0F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ED0FDC" w14:paraId="223FC139" w14:textId="6AF38D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Pr="00ED0FDC" w:rsidR="0085747A" w:rsidTr="00B819C8" w14:paraId="223FC13D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ED0FDC" w:rsidR="00923D7D" w:rsidTr="00B819C8" w14:paraId="223FC140" w14:textId="77777777">
        <w:tc>
          <w:tcPr>
            <w:tcW w:w="2694" w:type="dxa"/>
            <w:vAlign w:val="center"/>
          </w:tcPr>
          <w:p w:rsidRPr="00ED0FDC" w:rsidR="00923D7D" w:rsidP="009C54AE" w:rsidRDefault="00923D7D" w14:paraId="223FC1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D0FDC" w:rsidR="00923D7D" w:rsidP="009C54AE" w:rsidRDefault="00DC7364" w14:paraId="223FC1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ED0FDC" w:rsidR="0085747A" w:rsidTr="00B819C8" w14:paraId="223FC143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ED0FDC" w14:paraId="223FC142" w14:textId="09911C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 xml:space="preserve">r Mira </w:t>
            </w:r>
            <w:proofErr w:type="spellStart"/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Biały</w:t>
            </w:r>
          </w:p>
        </w:tc>
      </w:tr>
      <w:tr w:rsidRPr="00ED0FDC" w:rsidR="0085747A" w:rsidTr="00B819C8" w14:paraId="223FC146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ED0FDC" w14:paraId="223FC145" w14:textId="2412EC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:rsidRPr="00ED0FDC" w:rsidR="0085747A" w:rsidP="009C54AE" w:rsidRDefault="0085747A" w14:paraId="223FC14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* </w:t>
      </w:r>
      <w:r w:rsidRPr="00ED0FDC">
        <w:rPr>
          <w:rFonts w:ascii="Corbel" w:hAnsi="Corbel"/>
          <w:i/>
          <w:sz w:val="24"/>
          <w:szCs w:val="24"/>
        </w:rPr>
        <w:t>-</w:t>
      </w:r>
      <w:r w:rsidRPr="00ED0FD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ED0FDC" w:rsidR="00B90885">
        <w:rPr>
          <w:rFonts w:ascii="Corbel" w:hAnsi="Corbel"/>
          <w:b w:val="0"/>
          <w:sz w:val="24"/>
          <w:szCs w:val="24"/>
        </w:rPr>
        <w:t>e,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ED0FD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ED0FDC" w:rsidR="00923D7D" w:rsidP="009C54AE" w:rsidRDefault="00923D7D" w14:paraId="223FC14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ED0FDC" w:rsidR="0085747A" w:rsidP="009C54AE" w:rsidRDefault="0085747A" w14:paraId="223FC14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1.</w:t>
      </w:r>
      <w:r w:rsidRPr="00ED0FDC" w:rsidR="00E22FBC">
        <w:rPr>
          <w:rFonts w:ascii="Corbel" w:hAnsi="Corbel"/>
          <w:sz w:val="24"/>
          <w:szCs w:val="24"/>
        </w:rPr>
        <w:t>1</w:t>
      </w:r>
      <w:r w:rsidRPr="00ED0F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D0FDC" w:rsidR="00923D7D" w:rsidP="009C54AE" w:rsidRDefault="00923D7D" w14:paraId="223FC14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Pr="00ED0FDC" w:rsidR="00015B8F" w:rsidTr="00DC7364" w14:paraId="223FC15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D0FDC" w:rsidR="00015B8F" w:rsidP="009C54AE" w:rsidRDefault="00015B8F" w14:paraId="223FC1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Semestr</w:t>
            </w:r>
          </w:p>
          <w:p w:rsidRPr="00ED0FDC" w:rsidR="00015B8F" w:rsidP="009C54AE" w:rsidRDefault="002B5EA0" w14:paraId="223FC1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(</w:t>
            </w:r>
            <w:r w:rsidRPr="00ED0FD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Wykł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4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Konw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Sem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Prakt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54152E" w:rsidP="0054152E" w:rsidRDefault="0054152E" w14:paraId="223FC1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:rsidRPr="00ED0FDC" w:rsidR="00015B8F" w:rsidP="009C54AE" w:rsidRDefault="00015B8F" w14:paraId="223FC1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0FDC">
              <w:rPr>
                <w:rFonts w:ascii="Corbel" w:hAnsi="Corbel"/>
                <w:b/>
                <w:szCs w:val="24"/>
              </w:rPr>
              <w:t>Liczba pkt</w:t>
            </w:r>
            <w:r w:rsidRPr="00ED0FDC" w:rsidR="00B90885">
              <w:rPr>
                <w:rFonts w:ascii="Corbel" w:hAnsi="Corbel"/>
                <w:b/>
                <w:szCs w:val="24"/>
              </w:rPr>
              <w:t>.</w:t>
            </w:r>
            <w:r w:rsidRPr="00ED0FD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D0FDC" w:rsidR="00015B8F" w:rsidTr="00DC7364" w14:paraId="223FC162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D0FDC" w:rsidR="00015B8F" w:rsidP="009C54AE" w:rsidRDefault="00DC7364" w14:paraId="223FC1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DC7364" w:rsidP="009C54AE" w:rsidRDefault="0095155F" w14:paraId="223FC1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DC7364" w14:paraId="223FC1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D0FDC" w:rsidR="00923D7D" w:rsidP="009C54AE" w:rsidRDefault="00923D7D" w14:paraId="223FC16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D0FDC" w:rsidR="00923D7D" w:rsidP="009C54AE" w:rsidRDefault="00923D7D" w14:paraId="223FC16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ED0FDC" w:rsidR="0085747A" w:rsidP="00F83B28" w:rsidRDefault="0085747A" w14:paraId="223FC16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1.</w:t>
      </w:r>
      <w:r w:rsidRPr="00ED0FDC" w:rsidR="00E22FBC">
        <w:rPr>
          <w:rFonts w:ascii="Corbel" w:hAnsi="Corbel"/>
          <w:smallCaps w:val="0"/>
          <w:szCs w:val="24"/>
        </w:rPr>
        <w:t>2</w:t>
      </w:r>
      <w:r w:rsidRPr="00ED0FDC" w:rsidR="00F83B28">
        <w:rPr>
          <w:rFonts w:ascii="Corbel" w:hAnsi="Corbel"/>
          <w:smallCaps w:val="0"/>
          <w:szCs w:val="24"/>
        </w:rPr>
        <w:t>.</w:t>
      </w:r>
      <w:r w:rsidRPr="00ED0FDC" w:rsidR="00F83B28">
        <w:rPr>
          <w:rFonts w:ascii="Corbel" w:hAnsi="Corbel"/>
          <w:smallCaps w:val="0"/>
          <w:szCs w:val="24"/>
        </w:rPr>
        <w:tab/>
      </w:r>
      <w:r w:rsidRPr="00ED0FDC">
        <w:rPr>
          <w:rFonts w:ascii="Corbel" w:hAnsi="Corbel"/>
          <w:smallCaps w:val="0"/>
          <w:szCs w:val="24"/>
        </w:rPr>
        <w:t xml:space="preserve">Sposób realizacji zajęć  </w:t>
      </w:r>
    </w:p>
    <w:p w:rsidRPr="00ED0FDC" w:rsidR="0085747A" w:rsidP="00F83B28" w:rsidRDefault="00DC7364" w14:paraId="223FC16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hAnsi="Segoe UI Symbol" w:eastAsia="MS Gothic" w:cs="Segoe UI Symbol"/>
          <w:b w:val="0"/>
          <w:szCs w:val="24"/>
        </w:rPr>
        <w:t>☒</w:t>
      </w:r>
      <w:r w:rsidRPr="00ED0FDC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ED0FDC" w:rsidR="0085747A" w:rsidP="00F83B28" w:rsidRDefault="0085747A" w14:paraId="223FC16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hAnsi="Segoe UI Symbol" w:eastAsia="MS Gothic" w:cs="Segoe UI Symbol"/>
          <w:b w:val="0"/>
          <w:szCs w:val="24"/>
        </w:rPr>
        <w:t>☐</w:t>
      </w:r>
      <w:r w:rsidRPr="00ED0FD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ED0FDC" w:rsidR="0085747A" w:rsidP="009C54AE" w:rsidRDefault="0085747A" w14:paraId="223FC16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D0FDC" w:rsidR="00E22FBC" w:rsidP="00F83B28" w:rsidRDefault="00E22FBC" w14:paraId="223FC16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1.3 </w:t>
      </w:r>
      <w:r w:rsidRPr="00ED0FDC" w:rsidR="00F83B28">
        <w:rPr>
          <w:rFonts w:ascii="Corbel" w:hAnsi="Corbel"/>
          <w:smallCaps w:val="0"/>
          <w:szCs w:val="24"/>
        </w:rPr>
        <w:tab/>
      </w:r>
      <w:r w:rsidRPr="00ED0FDC">
        <w:rPr>
          <w:rFonts w:ascii="Corbel" w:hAnsi="Corbel"/>
          <w:smallCaps w:val="0"/>
          <w:szCs w:val="24"/>
        </w:rPr>
        <w:t>For</w:t>
      </w:r>
      <w:r w:rsidRPr="00ED0FDC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ED0FDC">
        <w:rPr>
          <w:rFonts w:ascii="Corbel" w:hAnsi="Corbel"/>
          <w:smallCaps w:val="0"/>
          <w:szCs w:val="24"/>
        </w:rPr>
        <w:t xml:space="preserve"> (z toku) </w:t>
      </w:r>
      <w:r w:rsidRPr="00ED0FDC">
        <w:rPr>
          <w:rFonts w:ascii="Corbel" w:hAnsi="Corbel"/>
          <w:b w:val="0"/>
          <w:smallCaps w:val="0"/>
          <w:szCs w:val="24"/>
        </w:rPr>
        <w:t xml:space="preserve">(egzamin, </w:t>
      </w:r>
      <w:r w:rsidRPr="00ED0FD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D0FDC">
        <w:rPr>
          <w:rFonts w:ascii="Corbel" w:hAnsi="Corbel"/>
          <w:b w:val="0"/>
          <w:smallCaps w:val="0"/>
          <w:szCs w:val="24"/>
        </w:rPr>
        <w:t>, zaliczenie bez oceny)</w:t>
      </w:r>
    </w:p>
    <w:p w:rsidRPr="00ED0FDC" w:rsidR="009C54AE" w:rsidP="009C54AE" w:rsidRDefault="009C54AE" w14:paraId="223FC16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E960BB" w:rsidP="009C54AE" w:rsidRDefault="00E960BB" w14:paraId="223FC16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E960BB" w:rsidP="009C54AE" w:rsidRDefault="0085747A" w14:paraId="223FC16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745302" w14:paraId="223FC16F" w14:textId="77777777">
        <w:tc>
          <w:tcPr>
            <w:tcW w:w="9670" w:type="dxa"/>
          </w:tcPr>
          <w:p w:rsidRPr="00ED0FDC" w:rsidR="0085747A" w:rsidP="00ED0FDC" w:rsidRDefault="00ED0FDC" w14:paraId="223FC16D" w14:textId="2719A1B1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Ogólna wiedza na temat funkcjonowania podstawowych mechanizmów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sz w:val="24"/>
                <w:szCs w:val="24"/>
              </w:rPr>
              <w:t>państwie.</w:t>
            </w:r>
          </w:p>
          <w:p w:rsidRPr="00ED0FDC" w:rsidR="0085747A" w:rsidP="009C54AE" w:rsidRDefault="0085747A" w14:paraId="223FC16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23FC170" w14:textId="27C3B99A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E42F7D" w:rsidP="009C54AE" w:rsidRDefault="00E42F7D" w14:paraId="1AB40B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85747A" w:rsidP="009C54AE" w:rsidRDefault="0071620A" w14:paraId="223FC17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>3.</w:t>
      </w:r>
      <w:r w:rsidRPr="00ED0FDC" w:rsidR="0085747A">
        <w:rPr>
          <w:rFonts w:ascii="Corbel" w:hAnsi="Corbel"/>
          <w:szCs w:val="24"/>
        </w:rPr>
        <w:t xml:space="preserve"> </w:t>
      </w:r>
      <w:r w:rsidRPr="00ED0FDC" w:rsidR="00A84C85">
        <w:rPr>
          <w:rFonts w:ascii="Corbel" w:hAnsi="Corbel"/>
          <w:szCs w:val="24"/>
        </w:rPr>
        <w:t>cele, efekty uczenia się</w:t>
      </w:r>
      <w:r w:rsidRPr="00ED0FDC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ED0FDC" w:rsidR="0085747A" w:rsidP="009C54AE" w:rsidRDefault="0085747A" w14:paraId="223FC17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85747A" w:rsidP="009C54AE" w:rsidRDefault="0071620A" w14:paraId="223FC173" w14:textId="77777777">
      <w:pPr>
        <w:pStyle w:val="Podpunkty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3.1 </w:t>
      </w:r>
      <w:r w:rsidRPr="00ED0FDC" w:rsidR="00C05F44">
        <w:rPr>
          <w:rFonts w:ascii="Corbel" w:hAnsi="Corbel"/>
          <w:sz w:val="24"/>
          <w:szCs w:val="24"/>
        </w:rPr>
        <w:t>Cele przedmiotu</w:t>
      </w:r>
    </w:p>
    <w:p w:rsidRPr="00ED0FDC" w:rsidR="00F83B28" w:rsidP="009C54AE" w:rsidRDefault="00F83B28" w14:paraId="223FC17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ED0FDC" w:rsidR="00DC7364" w:rsidTr="00923D7D" w14:paraId="223FC177" w14:textId="77777777">
        <w:tc>
          <w:tcPr>
            <w:tcW w:w="851" w:type="dxa"/>
            <w:vAlign w:val="center"/>
          </w:tcPr>
          <w:p w:rsidRPr="00ED0FDC" w:rsidR="00DC7364" w:rsidP="00DC7364" w:rsidRDefault="00DC7364" w14:paraId="223FC17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ED0FDC" w:rsidR="00DC7364" w:rsidP="00ED0FDC" w:rsidRDefault="00DC7364" w14:paraId="223FC17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Celem przedmiotu jest zapoznanie studenta z teoretycznymi i praktycznymi aspektami ochrony osób i obiektów.</w:t>
            </w:r>
          </w:p>
        </w:tc>
      </w:tr>
      <w:tr w:rsidRPr="00ED0FDC" w:rsidR="00DC7364" w:rsidTr="00923D7D" w14:paraId="223FC17A" w14:textId="77777777">
        <w:tc>
          <w:tcPr>
            <w:tcW w:w="851" w:type="dxa"/>
            <w:vAlign w:val="center"/>
          </w:tcPr>
          <w:p w:rsidRPr="00ED0FDC" w:rsidR="00DC7364" w:rsidP="00DC7364" w:rsidRDefault="00DC7364" w14:paraId="223FC17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D0FDC" w:rsidR="00DC7364" w:rsidP="00ED0FDC" w:rsidRDefault="00DC7364" w14:paraId="223FC17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W szczególności ma na celu poznanie najistotniejszych aspektów bezpieczeństwa osobistego oraz zasad ochrony mienia, obiektów i obszarów.</w:t>
            </w:r>
          </w:p>
        </w:tc>
      </w:tr>
    </w:tbl>
    <w:p w:rsidRPr="00ED0FDC" w:rsidR="0085747A" w:rsidP="009C54AE" w:rsidRDefault="0085747A" w14:paraId="223FC17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D0FDC" w:rsidR="001D7B54" w:rsidP="009C54AE" w:rsidRDefault="009F4610" w14:paraId="223FC17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3.2 </w:t>
      </w:r>
      <w:r w:rsidRPr="00ED0FDC" w:rsidR="001D7B54">
        <w:rPr>
          <w:rFonts w:ascii="Corbel" w:hAnsi="Corbel"/>
          <w:b/>
          <w:sz w:val="24"/>
          <w:szCs w:val="24"/>
        </w:rPr>
        <w:t xml:space="preserve">Efekty </w:t>
      </w:r>
      <w:r w:rsidRPr="00ED0FDC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D0FDC" w:rsidR="001D7B54">
        <w:rPr>
          <w:rFonts w:ascii="Corbel" w:hAnsi="Corbel"/>
          <w:b/>
          <w:sz w:val="24"/>
          <w:szCs w:val="24"/>
        </w:rPr>
        <w:t>dla przedmiotu</w:t>
      </w:r>
      <w:r w:rsidRPr="00ED0FDC" w:rsidR="00445970">
        <w:rPr>
          <w:rFonts w:ascii="Corbel" w:hAnsi="Corbel"/>
          <w:sz w:val="24"/>
          <w:szCs w:val="24"/>
        </w:rPr>
        <w:t xml:space="preserve"> </w:t>
      </w:r>
    </w:p>
    <w:p w:rsidRPr="00ED0FDC" w:rsidR="001D7B54" w:rsidP="009C54AE" w:rsidRDefault="001D7B54" w14:paraId="223FC17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ED0FDC" w:rsidR="0085747A" w:rsidTr="74723607" w14:paraId="223FC181" w14:textId="77777777">
        <w:tc>
          <w:tcPr>
            <w:tcW w:w="1701" w:type="dxa"/>
            <w:tcMar/>
            <w:vAlign w:val="center"/>
          </w:tcPr>
          <w:p w:rsidRPr="00ED0FDC" w:rsidR="0085747A" w:rsidP="009C54AE" w:rsidRDefault="0085747A" w14:paraId="223FC1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smallCaps w:val="0"/>
                <w:szCs w:val="24"/>
              </w:rPr>
              <w:t>EK</w:t>
            </w:r>
            <w:r w:rsidRPr="00ED0FD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D0FD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D0FD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ED0FDC" w:rsidR="0085747A" w:rsidP="00C05F44" w:rsidRDefault="0085747A" w14:paraId="223FC1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D0FDC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ED0FDC" w:rsidR="0085747A" w:rsidP="00C05F44" w:rsidRDefault="0085747A" w14:paraId="223FC1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D0FDC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D0FDC" w:rsidR="00DC7364" w:rsidTr="74723607" w14:paraId="223FC185" w14:textId="77777777">
        <w:tc>
          <w:tcPr>
            <w:tcW w:w="1701" w:type="dxa"/>
            <w:tcMar/>
          </w:tcPr>
          <w:p w:rsidRPr="00ED0FDC" w:rsidR="00DC7364" w:rsidP="00DC7364" w:rsidRDefault="00DC7364" w14:paraId="223FC1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83" w14:textId="0E630257">
            <w:pPr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Ma pogłębioną wiedzę o roli wykwalifikowanych służb i</w:t>
            </w:r>
            <w:r w:rsidR="00ED0FDC">
              <w:rPr>
                <w:rFonts w:ascii="Corbel" w:hAnsi="Corbel"/>
                <w:bCs/>
                <w:color w:val="000000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inspekcji ochrony  osób i mienia.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4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Pr="00ED0FDC" w:rsidR="00DC7364" w:rsidTr="74723607" w14:paraId="223FC189" w14:textId="77777777">
        <w:tc>
          <w:tcPr>
            <w:tcW w:w="1701" w:type="dxa"/>
            <w:tcMar/>
          </w:tcPr>
          <w:p w:rsidRPr="00ED0FDC" w:rsidR="00DC7364" w:rsidP="00DC7364" w:rsidRDefault="00DC7364" w14:paraId="223FC1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87" w14:textId="34FF0FE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74723607" w:rsidR="00DC7364">
              <w:rPr>
                <w:rFonts w:ascii="Corbel" w:hAnsi="Corbel"/>
                <w:sz w:val="24"/>
                <w:szCs w:val="24"/>
              </w:rPr>
              <w:t>Ma uporządkowaną wiedzę na temat naruszania zasad i</w:t>
            </w:r>
            <w:r w:rsidRPr="74723607" w:rsidR="00ED0FDC">
              <w:rPr>
                <w:rFonts w:ascii="Corbel" w:hAnsi="Corbel"/>
                <w:sz w:val="24"/>
                <w:szCs w:val="24"/>
              </w:rPr>
              <w:t> </w:t>
            </w:r>
            <w:r w:rsidRPr="74723607" w:rsidR="00DC7364">
              <w:rPr>
                <w:rFonts w:ascii="Corbel" w:hAnsi="Corbel"/>
                <w:sz w:val="24"/>
                <w:szCs w:val="24"/>
              </w:rPr>
              <w:t>norm etycznych w stosunkach interpersonalnych</w:t>
            </w:r>
            <w:r w:rsidRPr="74723607" w:rsidR="0B4D6E6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8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Pr="00ED0FDC" w:rsidR="00DC7364" w:rsidTr="74723607" w14:paraId="223FC18D" w14:textId="77777777">
        <w:tc>
          <w:tcPr>
            <w:tcW w:w="1701" w:type="dxa"/>
            <w:tcMar/>
          </w:tcPr>
          <w:p w:rsidRPr="00ED0FDC" w:rsidR="00DC7364" w:rsidP="00DC7364" w:rsidRDefault="00DC7364" w14:paraId="223FC1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ED0FDC" w:rsidR="00DC7364" w:rsidP="74723607" w:rsidRDefault="00DC7364" w14:paraId="223FC18B" w14:textId="02028C65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74723607" w:rsidR="00DC736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Zna zasady udzielania pierwszej pomocy oraz pomocy przedlekarskiej</w:t>
            </w:r>
            <w:r w:rsidRPr="74723607" w:rsidR="0B4D6E6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C" w14:textId="77777777">
            <w:pPr>
              <w:rPr>
                <w:rFonts w:ascii="Corbel" w:hAnsi="Corbel"/>
                <w:b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K_W11</w:t>
            </w:r>
          </w:p>
        </w:tc>
      </w:tr>
      <w:tr w:rsidRPr="00ED0FDC" w:rsidR="00DC7364" w:rsidTr="74723607" w14:paraId="223FC191" w14:textId="77777777">
        <w:tc>
          <w:tcPr>
            <w:tcW w:w="1701" w:type="dxa"/>
            <w:tcMar/>
          </w:tcPr>
          <w:p w:rsidRPr="00ED0FDC" w:rsidR="00DC7364" w:rsidP="00DC7364" w:rsidRDefault="00DC7364" w14:paraId="223FC1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ED0FDC" w:rsidR="00DC7364" w:rsidP="74723607" w:rsidRDefault="00DC7364" w14:paraId="223FC18F" w14:textId="55A7DC0D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74723607" w:rsidR="00DC7364">
              <w:rPr>
                <w:rFonts w:ascii="Corbel" w:hAnsi="Corbel"/>
                <w:sz w:val="24"/>
                <w:szCs w:val="24"/>
              </w:rPr>
              <w:t>Aktywnie uczestniczy w działalności słu</w:t>
            </w:r>
            <w:r w:rsidRPr="74723607" w:rsidR="00DC7364">
              <w:rPr>
                <w:rFonts w:ascii="Corbel" w:hAnsi="Corbel" w:eastAsia="TimesNewRoman"/>
                <w:sz w:val="24"/>
                <w:szCs w:val="24"/>
              </w:rPr>
              <w:t>ż</w:t>
            </w:r>
            <w:r w:rsidRPr="74723607" w:rsidR="00DC7364">
              <w:rPr>
                <w:rFonts w:ascii="Corbel" w:hAnsi="Corbel"/>
                <w:sz w:val="24"/>
                <w:szCs w:val="24"/>
              </w:rPr>
              <w:t>b porz</w:t>
            </w:r>
            <w:r w:rsidRPr="74723607" w:rsidR="00DC7364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74723607" w:rsidR="00DC7364">
              <w:rPr>
                <w:rFonts w:ascii="Corbel" w:hAnsi="Corbel"/>
                <w:sz w:val="24"/>
                <w:szCs w:val="24"/>
              </w:rPr>
              <w:t>dkowych w</w:t>
            </w:r>
            <w:r w:rsidRPr="74723607" w:rsidR="00ED0FDC">
              <w:rPr>
                <w:rFonts w:ascii="Corbel" w:hAnsi="Corbel"/>
                <w:sz w:val="24"/>
                <w:szCs w:val="24"/>
              </w:rPr>
              <w:t> </w:t>
            </w:r>
            <w:r w:rsidRPr="74723607" w:rsidR="00DC7364">
              <w:rPr>
                <w:rFonts w:ascii="Corbel" w:hAnsi="Corbel"/>
                <w:sz w:val="24"/>
                <w:szCs w:val="24"/>
              </w:rPr>
              <w:t>zakresie ochrony obiektów i obszarów</w:t>
            </w:r>
            <w:r w:rsidRPr="74723607" w:rsidR="6FD9706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90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K_K02</w:t>
            </w:r>
          </w:p>
        </w:tc>
      </w:tr>
      <w:tr w:rsidRPr="00ED0FDC" w:rsidR="00DC7364" w:rsidTr="74723607" w14:paraId="223FC195" w14:textId="77777777">
        <w:tc>
          <w:tcPr>
            <w:tcW w:w="1701" w:type="dxa"/>
            <w:tcMar/>
          </w:tcPr>
          <w:p w:rsidRPr="00ED0FDC" w:rsidR="00DC7364" w:rsidP="00DC7364" w:rsidRDefault="00DC7364" w14:paraId="223FC1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93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Zna podstawowe zasady ewakuacji w razie zagrożenia bezpieczeństwa.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94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K_K04</w:t>
            </w:r>
          </w:p>
        </w:tc>
      </w:tr>
    </w:tbl>
    <w:p w:rsidRPr="00ED0FDC" w:rsidR="0085747A" w:rsidP="009C54AE" w:rsidRDefault="0085747A" w14:paraId="223FC1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85747A" w:rsidP="00DC7364" w:rsidRDefault="00675843" w14:paraId="223FC19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>3.3</w:t>
      </w:r>
      <w:r w:rsidRPr="00ED0FDC" w:rsidR="001D7B54">
        <w:rPr>
          <w:rFonts w:ascii="Corbel" w:hAnsi="Corbel"/>
          <w:b/>
          <w:sz w:val="24"/>
          <w:szCs w:val="24"/>
        </w:rPr>
        <w:t xml:space="preserve"> </w:t>
      </w:r>
      <w:r w:rsidRPr="00ED0FDC" w:rsidR="0085747A">
        <w:rPr>
          <w:rFonts w:ascii="Corbel" w:hAnsi="Corbel"/>
          <w:b/>
          <w:sz w:val="24"/>
          <w:szCs w:val="24"/>
        </w:rPr>
        <w:t>T</w:t>
      </w:r>
      <w:r w:rsidRPr="00ED0FDC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ED0FDC" w:rsidR="007327BD">
        <w:rPr>
          <w:rFonts w:ascii="Corbel" w:hAnsi="Corbel"/>
          <w:sz w:val="24"/>
          <w:szCs w:val="24"/>
        </w:rPr>
        <w:t xml:space="preserve">  </w:t>
      </w:r>
    </w:p>
    <w:p w:rsidRPr="00ED0FDC" w:rsidR="0085747A" w:rsidP="009C54AE" w:rsidRDefault="0085747A" w14:paraId="223FC19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ED0FDC" w:rsidR="009F4610">
        <w:rPr>
          <w:rFonts w:ascii="Corbel" w:hAnsi="Corbel"/>
          <w:sz w:val="24"/>
          <w:szCs w:val="24"/>
        </w:rPr>
        <w:t xml:space="preserve">, </w:t>
      </w:r>
      <w:r w:rsidRPr="00ED0FDC">
        <w:rPr>
          <w:rFonts w:ascii="Corbel" w:hAnsi="Corbel"/>
          <w:sz w:val="24"/>
          <w:szCs w:val="24"/>
        </w:rPr>
        <w:t xml:space="preserve">zajęć praktycznych </w:t>
      </w:r>
    </w:p>
    <w:p w:rsidRPr="00ED0FDC" w:rsidR="0085747A" w:rsidP="009C54AE" w:rsidRDefault="0085747A" w14:paraId="223FC19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923D7D" w14:paraId="223FC19B" w14:textId="77777777">
        <w:tc>
          <w:tcPr>
            <w:tcW w:w="9639" w:type="dxa"/>
          </w:tcPr>
          <w:p w:rsidRPr="00ED0FDC" w:rsidR="0085747A" w:rsidP="009C54AE" w:rsidRDefault="0085747A" w14:paraId="223FC19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D0FDC" w:rsidR="00DC7364" w:rsidTr="00923D7D" w14:paraId="223FC19D" w14:textId="77777777">
        <w:tc>
          <w:tcPr>
            <w:tcW w:w="9639" w:type="dxa"/>
          </w:tcPr>
          <w:p w:rsidRPr="00ED0FDC" w:rsidR="00DC7364" w:rsidP="00ED0FDC" w:rsidRDefault="00DC7364" w14:paraId="223FC19C" w14:textId="3CDD1402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Poj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ę</w:t>
            </w:r>
            <w:r w:rsidRPr="00ED0FDC">
              <w:rPr>
                <w:rFonts w:ascii="Corbel" w:hAnsi="Corbel"/>
                <w:sz w:val="24"/>
                <w:szCs w:val="24"/>
              </w:rPr>
              <w:t>cie bezpieczeństwa i zakres ochrony osób mienia, obiektów i obszarów</w:t>
            </w:r>
          </w:p>
        </w:tc>
      </w:tr>
      <w:tr w:rsidRPr="00ED0FDC" w:rsidR="00DC7364" w:rsidTr="00923D7D" w14:paraId="223FC19F" w14:textId="77777777">
        <w:tc>
          <w:tcPr>
            <w:tcW w:w="9639" w:type="dxa"/>
          </w:tcPr>
          <w:p w:rsidRPr="00ED0FDC" w:rsidR="00DC7364" w:rsidP="00ED0FDC" w:rsidRDefault="00DC7364" w14:paraId="223FC19E" w14:textId="783C502F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Formy organizacyjne komercyjnej ochrony osób i mienia</w:t>
            </w:r>
          </w:p>
        </w:tc>
      </w:tr>
      <w:tr w:rsidRPr="00ED0FDC" w:rsidR="00DC7364" w:rsidTr="00923D7D" w14:paraId="223FC1A1" w14:textId="77777777">
        <w:tc>
          <w:tcPr>
            <w:tcW w:w="9639" w:type="dxa"/>
          </w:tcPr>
          <w:p w:rsidRPr="00ED0FDC" w:rsidR="00DC7364" w:rsidP="00ED0FDC" w:rsidRDefault="00DC7364" w14:paraId="223FC1A0" w14:textId="2CC7636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Obiekty, obszary, urz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dzenia i konwoje podlegaj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ce obowi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zkowej ochronie</w:t>
            </w:r>
          </w:p>
        </w:tc>
      </w:tr>
      <w:tr w:rsidRPr="00ED0FDC" w:rsidR="00DC7364" w:rsidTr="00923D7D" w14:paraId="223FC1A3" w14:textId="77777777">
        <w:tc>
          <w:tcPr>
            <w:tcW w:w="9639" w:type="dxa"/>
          </w:tcPr>
          <w:p w:rsidRPr="00ED0FDC" w:rsidR="00DC7364" w:rsidP="00ED0FDC" w:rsidRDefault="00DC7364" w14:paraId="223FC1A2" w14:textId="77C71D99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Licencje pracownika ochrony fizycznej i zabezpieczenia technicznego. Uprawnienia pracowników ochrony</w:t>
            </w:r>
          </w:p>
        </w:tc>
      </w:tr>
      <w:tr w:rsidRPr="00ED0FDC" w:rsidR="00DC7364" w:rsidTr="00923D7D" w14:paraId="223FC1A5" w14:textId="77777777">
        <w:tc>
          <w:tcPr>
            <w:tcW w:w="9639" w:type="dxa"/>
          </w:tcPr>
          <w:p w:rsidRPr="00ED0FDC" w:rsidR="00DC7364" w:rsidP="00DC7364" w:rsidRDefault="00DC7364" w14:paraId="223FC1A4" w14:textId="37920498">
            <w:pPr>
              <w:autoSpaceDE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lastRenderedPageBreak/>
              <w:t>Działalno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 xml:space="preserve">ść </w:t>
            </w:r>
            <w:r w:rsidRPr="00ED0FDC">
              <w:rPr>
                <w:rFonts w:ascii="Corbel" w:hAnsi="Corbel"/>
                <w:sz w:val="24"/>
                <w:szCs w:val="24"/>
              </w:rPr>
              <w:t>detektywistyczna – zasady prowadzenia, formy organizacyjne, uprawnienia, odpowiedzialno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ść</w:t>
            </w:r>
          </w:p>
        </w:tc>
      </w:tr>
      <w:tr w:rsidRPr="00ED0FDC" w:rsidR="00DC7364" w:rsidTr="00923D7D" w14:paraId="223FC1A7" w14:textId="77777777">
        <w:tc>
          <w:tcPr>
            <w:tcW w:w="9639" w:type="dxa"/>
          </w:tcPr>
          <w:p w:rsidRPr="00ED0FDC" w:rsidR="00DC7364" w:rsidP="00DC7364" w:rsidRDefault="00DC7364" w14:paraId="223FC1A6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Ewakuacja</w:t>
            </w:r>
          </w:p>
        </w:tc>
      </w:tr>
      <w:tr w:rsidRPr="00ED0FDC" w:rsidR="00DC7364" w:rsidTr="00923D7D" w14:paraId="223FC1A9" w14:textId="77777777">
        <w:tc>
          <w:tcPr>
            <w:tcW w:w="9639" w:type="dxa"/>
          </w:tcPr>
          <w:p w:rsidRPr="00ED0FDC" w:rsidR="00DC7364" w:rsidP="00DC7364" w:rsidRDefault="00DC7364" w14:paraId="223FC1A8" w14:textId="77777777">
            <w:pPr>
              <w:shd w:val="clear" w:color="auto" w:fill="FFFFFF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Rodzaje i zasady funkcjonowania elektrycznych systemów alarmowych</w:t>
            </w:r>
          </w:p>
        </w:tc>
      </w:tr>
      <w:tr w:rsidRPr="00ED0FDC" w:rsidR="00DC7364" w:rsidTr="00923D7D" w14:paraId="223FC1AB" w14:textId="77777777">
        <w:tc>
          <w:tcPr>
            <w:tcW w:w="9639" w:type="dxa"/>
          </w:tcPr>
          <w:p w:rsidRPr="00ED0FDC" w:rsidR="00DC7364" w:rsidP="00DC7364" w:rsidRDefault="00DC7364" w14:paraId="223FC1AA" w14:textId="77777777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Komercyjne służby ochroniarskie</w:t>
            </w:r>
          </w:p>
        </w:tc>
      </w:tr>
      <w:tr w:rsidRPr="00ED0FDC" w:rsidR="00DC7364" w:rsidTr="00923D7D" w14:paraId="223FC1AD" w14:textId="77777777">
        <w:tc>
          <w:tcPr>
            <w:tcW w:w="9639" w:type="dxa"/>
          </w:tcPr>
          <w:p w:rsidRPr="00ED0FDC" w:rsidR="00DC7364" w:rsidP="00DC7364" w:rsidRDefault="00DC7364" w14:paraId="223FC1AC" w14:textId="77777777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Jak zostać pracownikiem ochrony?</w:t>
            </w:r>
          </w:p>
        </w:tc>
      </w:tr>
    </w:tbl>
    <w:p w:rsidRPr="00ED0FDC" w:rsidR="0085747A" w:rsidP="009C54AE" w:rsidRDefault="0085747A" w14:paraId="223FC1A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85747A" w:rsidP="009C54AE" w:rsidRDefault="009F4610" w14:paraId="223FC1A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3.4 Metody dydaktyczne</w:t>
      </w:r>
      <w:r w:rsidRPr="00ED0FDC">
        <w:rPr>
          <w:rFonts w:ascii="Corbel" w:hAnsi="Corbel"/>
          <w:b w:val="0"/>
          <w:smallCaps w:val="0"/>
          <w:szCs w:val="24"/>
        </w:rPr>
        <w:t xml:space="preserve"> </w:t>
      </w:r>
    </w:p>
    <w:p w:rsidRPr="00ED0FDC" w:rsidR="0085747A" w:rsidP="009C54AE" w:rsidRDefault="0085747A" w14:paraId="223FC1B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E960BB" w:rsidP="009C54AE" w:rsidRDefault="00DC7364" w14:paraId="223FC1B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prezentacja multimedialna, analiza przypadku,  dyskusja, debata, indywidualna praca studentów – referaty</w:t>
      </w:r>
    </w:p>
    <w:p w:rsidR="00E960BB" w:rsidP="009C54AE" w:rsidRDefault="00E960BB" w14:paraId="223FC1B2" w14:textId="0820B34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E42F7D" w:rsidP="009C54AE" w:rsidRDefault="00E42F7D" w14:paraId="698B600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85747A" w:rsidP="009C54AE" w:rsidRDefault="00C61DC5" w14:paraId="223FC1B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 </w:t>
      </w:r>
      <w:r w:rsidRPr="00ED0FDC" w:rsidR="0085747A">
        <w:rPr>
          <w:rFonts w:ascii="Corbel" w:hAnsi="Corbel"/>
          <w:smallCaps w:val="0"/>
          <w:szCs w:val="24"/>
        </w:rPr>
        <w:t>METODY I KRYTERIA OCENY</w:t>
      </w:r>
      <w:r w:rsidRPr="00ED0FDC" w:rsidR="009F4610">
        <w:rPr>
          <w:rFonts w:ascii="Corbel" w:hAnsi="Corbel"/>
          <w:smallCaps w:val="0"/>
          <w:szCs w:val="24"/>
        </w:rPr>
        <w:t xml:space="preserve"> </w:t>
      </w:r>
    </w:p>
    <w:p w:rsidRPr="00ED0FDC" w:rsidR="00923D7D" w:rsidP="009C54AE" w:rsidRDefault="00923D7D" w14:paraId="223FC1B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85747A" w:rsidP="009C54AE" w:rsidRDefault="0085747A" w14:paraId="223FC1B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4.1 Sposoby weryfikacji efektów </w:t>
      </w:r>
      <w:r w:rsidRPr="00ED0FDC" w:rsidR="00C05F44">
        <w:rPr>
          <w:rFonts w:ascii="Corbel" w:hAnsi="Corbel"/>
          <w:smallCaps w:val="0"/>
          <w:szCs w:val="24"/>
        </w:rPr>
        <w:t>uczenia się</w:t>
      </w:r>
    </w:p>
    <w:p w:rsidRPr="00ED0FDC" w:rsidR="0085747A" w:rsidP="009C54AE" w:rsidRDefault="0085747A" w14:paraId="223FC1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D0FDC" w:rsidR="0085747A" w:rsidTr="00C05F44" w14:paraId="223FC1BC" w14:textId="77777777">
        <w:tc>
          <w:tcPr>
            <w:tcW w:w="1985" w:type="dxa"/>
            <w:vAlign w:val="center"/>
          </w:tcPr>
          <w:p w:rsidRPr="00ED0FDC" w:rsidR="0085747A" w:rsidP="009C54AE" w:rsidRDefault="0071620A" w14:paraId="223FC1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ED0FDC" w:rsidR="0085747A" w:rsidP="009C54AE" w:rsidRDefault="00F974DA" w14:paraId="223FC1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D0FDC" w:rsidR="0085747A" w:rsidP="009C54AE" w:rsidRDefault="009F4610" w14:paraId="223FC1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D0FDC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ED0FDC" w:rsidR="00923D7D" w:rsidP="009C54AE" w:rsidRDefault="0085747A" w14:paraId="223FC1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D0FDC" w:rsidR="0085747A" w:rsidP="009C54AE" w:rsidRDefault="0085747A" w14:paraId="223FC1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D0FDC" w:rsidR="00DC7364" w:rsidTr="00C05F44" w14:paraId="223FC1C0" w14:textId="77777777">
        <w:tc>
          <w:tcPr>
            <w:tcW w:w="1985" w:type="dxa"/>
          </w:tcPr>
          <w:p w:rsidRPr="00ED0FDC" w:rsidR="00DC7364" w:rsidP="00DC7364" w:rsidRDefault="00DC7364" w14:paraId="223FC1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ED0FDC" w:rsidR="00DC7364" w:rsidP="00ED0FDC" w:rsidRDefault="00DC7364" w14:paraId="223FC1B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Ocena indywidualnej pracy studenta podczas zajęć, </w:t>
            </w:r>
          </w:p>
        </w:tc>
        <w:tc>
          <w:tcPr>
            <w:tcW w:w="2126" w:type="dxa"/>
          </w:tcPr>
          <w:p w:rsidRPr="00ED0FDC" w:rsidR="00DC7364" w:rsidP="00DC7364" w:rsidRDefault="00ED0FDC" w14:paraId="223FC1BF" w14:textId="734230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4" w14:textId="77777777">
        <w:tc>
          <w:tcPr>
            <w:tcW w:w="1985" w:type="dxa"/>
          </w:tcPr>
          <w:p w:rsidRPr="00ED0FDC" w:rsidR="00DC7364" w:rsidP="00DC7364" w:rsidRDefault="00DC7364" w14:paraId="223FC1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ED0FDC" w:rsidR="00DC7364" w:rsidP="00ED0FDC" w:rsidRDefault="00DC7364" w14:paraId="223FC1C2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:rsidRPr="00ED0FDC" w:rsidR="00DC7364" w:rsidP="00DC7364" w:rsidRDefault="00ED0FDC" w14:paraId="223FC1C3" w14:textId="07762E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8" w14:textId="77777777">
        <w:tc>
          <w:tcPr>
            <w:tcW w:w="1985" w:type="dxa"/>
          </w:tcPr>
          <w:p w:rsidRPr="00ED0FDC" w:rsidR="00DC7364" w:rsidP="00DC7364" w:rsidRDefault="00DC7364" w14:paraId="223FC1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ED0FDC" w:rsidR="00DC7364" w:rsidP="00ED0FDC" w:rsidRDefault="00DC7364" w14:paraId="223FC1C6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:rsidRPr="00ED0FDC" w:rsidR="00DC7364" w:rsidP="00DC7364" w:rsidRDefault="00ED0FDC" w14:paraId="223FC1C7" w14:textId="61FE6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C" w14:textId="77777777">
        <w:tc>
          <w:tcPr>
            <w:tcW w:w="1985" w:type="dxa"/>
          </w:tcPr>
          <w:p w:rsidRPr="00ED0FDC" w:rsidR="00DC7364" w:rsidP="00DC7364" w:rsidRDefault="00DC7364" w14:paraId="223FC1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ED0FDC" w:rsidR="00DC7364" w:rsidP="00ED0FDC" w:rsidRDefault="00DC7364" w14:paraId="223FC1CA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udziału studenta w dyskusji.</w:t>
            </w:r>
          </w:p>
        </w:tc>
        <w:tc>
          <w:tcPr>
            <w:tcW w:w="2126" w:type="dxa"/>
          </w:tcPr>
          <w:p w:rsidRPr="00ED0FDC" w:rsidR="00DC7364" w:rsidP="00DC7364" w:rsidRDefault="00ED0FDC" w14:paraId="223FC1CB" w14:textId="113E5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D0" w14:textId="77777777">
        <w:tc>
          <w:tcPr>
            <w:tcW w:w="1985" w:type="dxa"/>
          </w:tcPr>
          <w:p w:rsidRPr="00ED0FDC" w:rsidR="00DC7364" w:rsidP="00DC7364" w:rsidRDefault="00DC7364" w14:paraId="223FC1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ED0FDC" w:rsidR="00DC7364" w:rsidP="00ED0FDC" w:rsidRDefault="00DC7364" w14:paraId="223FC1C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wypowiedzi studenta, referat.</w:t>
            </w:r>
          </w:p>
        </w:tc>
        <w:tc>
          <w:tcPr>
            <w:tcW w:w="2126" w:type="dxa"/>
          </w:tcPr>
          <w:p w:rsidRPr="00ED0FDC" w:rsidR="00DC7364" w:rsidP="00DC7364" w:rsidRDefault="00ED0FDC" w14:paraId="223FC1CF" w14:textId="48B1A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:rsidRPr="00ED0FDC" w:rsidR="00923D7D" w:rsidP="009C54AE" w:rsidRDefault="00923D7D" w14:paraId="223FC1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3E1941" w14:paraId="223FC1D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4.2 </w:t>
      </w:r>
      <w:r w:rsidRPr="00ED0FDC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ED0FDC" w:rsidR="00923D7D">
        <w:rPr>
          <w:rFonts w:ascii="Corbel" w:hAnsi="Corbel"/>
          <w:smallCaps w:val="0"/>
          <w:szCs w:val="24"/>
        </w:rPr>
        <w:t xml:space="preserve"> </w:t>
      </w:r>
    </w:p>
    <w:p w:rsidRPr="00ED0FDC" w:rsidR="00923D7D" w:rsidP="009C54AE" w:rsidRDefault="00923D7D" w14:paraId="223FC1D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923D7D" w14:paraId="223FC1E0" w14:textId="77777777">
        <w:tc>
          <w:tcPr>
            <w:tcW w:w="9670" w:type="dxa"/>
          </w:tcPr>
          <w:p w:rsidRPr="00ED0FDC" w:rsidR="00DC7364" w:rsidP="00ED0FDC" w:rsidRDefault="00DC7364" w14:paraId="223FC1D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Sposób zaliczenia: zaliczenie z oceną</w:t>
            </w:r>
          </w:p>
          <w:p w:rsidRPr="00ED0FDC" w:rsidR="00DC7364" w:rsidP="00ED0FDC" w:rsidRDefault="00DC7364" w14:paraId="223FC1D5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Forma zaliczenia: obecność na zajęciach, aktywność, udział w dyskusjach problemowych, referat.</w:t>
            </w:r>
          </w:p>
          <w:p w:rsidRPr="00ED0FDC" w:rsidR="00DC7364" w:rsidP="00ED0FDC" w:rsidRDefault="00DC7364" w14:paraId="223FC1D6" w14:textId="0856BD3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bardzo dobra – aktywność na zajęciach i udział w dyskusjach, ocena bardzo dobra z</w:t>
            </w:r>
            <w:r w:rsidR="00ED0FDC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</w:p>
          <w:p w:rsidRPr="00ED0FDC" w:rsidR="00DC7364" w:rsidP="00ED0FDC" w:rsidRDefault="00DC7364" w14:paraId="223FC1D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+dobra – aktywność na zajęciach i udział w dyskusjach, ocena +dobra z referatu</w:t>
            </w:r>
          </w:p>
          <w:p w:rsidRPr="00ED0FDC" w:rsidR="00DC7364" w:rsidP="00ED0FDC" w:rsidRDefault="00DC7364" w14:paraId="223FC1D8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dobra – aktywność na zajęciach i udział w dyskusjach, ocena dobra z referatu</w:t>
            </w:r>
          </w:p>
          <w:p w:rsidRPr="00ED0FDC" w:rsidR="00DC7364" w:rsidP="00ED0FDC" w:rsidRDefault="00DC7364" w14:paraId="223FC1D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+dostateczna  – aktywność na zajęciach i udział w dyskusjach, ocena +dostateczna z referatu</w:t>
            </w:r>
          </w:p>
          <w:p w:rsidRPr="00ED0FDC" w:rsidR="00DC7364" w:rsidP="00ED0FDC" w:rsidRDefault="00DC7364" w14:paraId="223FC1DA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dostateczna – brak aktywności na zajęciach lub udziału w dyskusjach, ocena dostateczna z referatu</w:t>
            </w:r>
          </w:p>
          <w:p w:rsidRPr="00ED0FDC" w:rsidR="00DC7364" w:rsidP="00ED0FDC" w:rsidRDefault="00DC7364" w14:paraId="223FC1DB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niedostateczna – brak aktywności na zajęciach i udziału w dyskusjach, brak lub ocena niedostateczna z referatu</w:t>
            </w:r>
          </w:p>
          <w:p w:rsidRPr="00ED0FDC" w:rsidR="00DC7364" w:rsidP="00ED0FDC" w:rsidRDefault="00DC7364" w14:paraId="223FC1DC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ED0FDC" w:rsidR="00923D7D" w:rsidP="00ED0FDC" w:rsidRDefault="00DC7364" w14:paraId="223FC1DE" w14:textId="278C96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:rsidRPr="00ED0FDC" w:rsidR="0085747A" w:rsidP="009C54AE" w:rsidRDefault="0085747A" w14:paraId="223FC1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D0FDC" w:rsidR="0085747A" w:rsidP="009C54AE" w:rsidRDefault="0085747A" w14:paraId="223FC1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9F4610" w:rsidP="009C54AE" w:rsidRDefault="0085747A" w14:paraId="223FC1E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5. </w:t>
      </w:r>
      <w:r w:rsidRPr="00ED0FD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D0FDC" w:rsidR="0085747A" w:rsidP="009C54AE" w:rsidRDefault="0085747A" w14:paraId="223FC1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D0FDC" w:rsidR="0085747A" w:rsidTr="003E1941" w14:paraId="223FC1E6" w14:textId="77777777">
        <w:tc>
          <w:tcPr>
            <w:tcW w:w="4962" w:type="dxa"/>
            <w:vAlign w:val="center"/>
          </w:tcPr>
          <w:p w:rsidRPr="00ED0FDC" w:rsidR="0085747A" w:rsidP="009C54AE" w:rsidRDefault="00C61DC5" w14:paraId="223FC1E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D0FD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D0F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ED0FDC" w:rsidR="0085747A" w:rsidP="009C54AE" w:rsidRDefault="00C61DC5" w14:paraId="223FC1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D0FD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D0FDC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D0F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D0FDC" w:rsidR="0085747A" w:rsidTr="00923D7D" w14:paraId="223FC1E9" w14:textId="77777777">
        <w:tc>
          <w:tcPr>
            <w:tcW w:w="4962" w:type="dxa"/>
          </w:tcPr>
          <w:p w:rsidRPr="00ED0FDC" w:rsidR="0085747A" w:rsidP="009C54AE" w:rsidRDefault="00C61DC5" w14:paraId="223FC1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D0FDC">
              <w:rPr>
                <w:rFonts w:ascii="Corbel" w:hAnsi="Corbel"/>
                <w:sz w:val="24"/>
                <w:szCs w:val="24"/>
              </w:rPr>
              <w:t>kontaktowe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D0FDC">
              <w:rPr>
                <w:rFonts w:ascii="Corbel" w:hAnsi="Corbel"/>
                <w:sz w:val="24"/>
                <w:szCs w:val="24"/>
              </w:rPr>
              <w:t>ynikające</w:t>
            </w:r>
            <w:r w:rsidRPr="00ED0FDC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ED0FDC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D0F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ED0FDC" w:rsidR="0085747A" w:rsidP="00ED0FDC" w:rsidRDefault="0095155F" w14:paraId="223FC1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ED0FDC" w:rsidR="00C61DC5" w:rsidTr="00923D7D" w14:paraId="223FC1ED" w14:textId="77777777">
        <w:tc>
          <w:tcPr>
            <w:tcW w:w="4962" w:type="dxa"/>
          </w:tcPr>
          <w:p w:rsidRPr="00ED0FDC" w:rsidR="00C61DC5" w:rsidP="009C54AE" w:rsidRDefault="00C61DC5" w14:paraId="223FC1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ED0FDC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D0FDC" w:rsidR="00C61DC5" w:rsidP="009C54AE" w:rsidRDefault="00C61DC5" w14:paraId="223FC1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D0FDC" w:rsidR="00C61DC5" w:rsidP="00ED0FDC" w:rsidRDefault="004B75CD" w14:paraId="223FC1EC" w14:textId="06457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ED0FDC" w:rsidR="00C61DC5" w:rsidTr="00923D7D" w14:paraId="223FC1F1" w14:textId="77777777">
        <w:tc>
          <w:tcPr>
            <w:tcW w:w="4962" w:type="dxa"/>
          </w:tcPr>
          <w:p w:rsidRPr="00ED0FDC" w:rsidR="0071620A" w:rsidP="009C54AE" w:rsidRDefault="00C61DC5" w14:paraId="223FC1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FD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FD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D0FDC" w:rsidR="00C61DC5" w:rsidP="009C54AE" w:rsidRDefault="00C61DC5" w14:paraId="223FC1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D0FDC" w:rsidR="00C61DC5" w:rsidP="00ED0FDC" w:rsidRDefault="00DC7364" w14:paraId="223FC1F0" w14:textId="68383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  <w:r w:rsidR="00ED0FDC">
              <w:rPr>
                <w:rFonts w:ascii="Corbel" w:hAnsi="Corbel"/>
                <w:sz w:val="24"/>
                <w:szCs w:val="24"/>
              </w:rPr>
              <w:t>5</w:t>
            </w:r>
            <w:bookmarkStart w:name="_GoBack" w:id="0"/>
            <w:bookmarkEnd w:id="0"/>
          </w:p>
        </w:tc>
      </w:tr>
      <w:tr w:rsidRPr="00ED0FDC" w:rsidR="0085747A" w:rsidTr="00923D7D" w14:paraId="223FC1F4" w14:textId="77777777">
        <w:tc>
          <w:tcPr>
            <w:tcW w:w="4962" w:type="dxa"/>
          </w:tcPr>
          <w:p w:rsidRPr="00ED0FDC" w:rsidR="0085747A" w:rsidP="009C54AE" w:rsidRDefault="0085747A" w14:paraId="223FC1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D0FDC" w:rsidR="0085747A" w:rsidP="00ED0FDC" w:rsidRDefault="00DC7364" w14:paraId="223FC1F3" w14:textId="5724CD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5</w:t>
            </w:r>
            <w:r w:rsidR="00ED0F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ED0FDC" w:rsidR="0085747A" w:rsidTr="00923D7D" w14:paraId="223FC1F7" w14:textId="77777777">
        <w:tc>
          <w:tcPr>
            <w:tcW w:w="4962" w:type="dxa"/>
          </w:tcPr>
          <w:p w:rsidRPr="00ED0FDC" w:rsidR="0085747A" w:rsidP="009C54AE" w:rsidRDefault="0085747A" w14:paraId="223FC1F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D0FDC" w:rsidR="0085747A" w:rsidP="00ED0FDC" w:rsidRDefault="00DC7364" w14:paraId="223FC1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D0FDC" w:rsidR="0085747A" w:rsidP="009C54AE" w:rsidRDefault="00923D7D" w14:paraId="223FC1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D0FD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D0FD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223FC1F9" w14:textId="0FB6A9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E42F7D" w:rsidP="009C54AE" w:rsidRDefault="00E42F7D" w14:paraId="6D9CC5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71620A" w14:paraId="223FC1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6. </w:t>
      </w:r>
      <w:r w:rsidRPr="00ED0FDC" w:rsidR="0085747A">
        <w:rPr>
          <w:rFonts w:ascii="Corbel" w:hAnsi="Corbel"/>
          <w:smallCaps w:val="0"/>
          <w:szCs w:val="24"/>
        </w:rPr>
        <w:t>PRAKTYKI ZAWO</w:t>
      </w:r>
      <w:r w:rsidRPr="00ED0FDC" w:rsidR="009D3F3B">
        <w:rPr>
          <w:rFonts w:ascii="Corbel" w:hAnsi="Corbel"/>
          <w:smallCaps w:val="0"/>
          <w:szCs w:val="24"/>
        </w:rPr>
        <w:t>DOWE W RAMACH PRZEDMIOTU</w:t>
      </w:r>
    </w:p>
    <w:p w:rsidRPr="00ED0FDC" w:rsidR="0085747A" w:rsidP="009C54AE" w:rsidRDefault="0085747A" w14:paraId="223FC1F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D0FDC" w:rsidR="0085747A" w:rsidTr="0071620A" w14:paraId="223FC1FE" w14:textId="77777777">
        <w:trPr>
          <w:trHeight w:val="397"/>
        </w:trPr>
        <w:tc>
          <w:tcPr>
            <w:tcW w:w="3544" w:type="dxa"/>
          </w:tcPr>
          <w:p w:rsidRPr="00ED0FDC" w:rsidR="0085747A" w:rsidP="009C54AE" w:rsidRDefault="0085747A" w14:paraId="223FC1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D0FDC" w:rsidR="0085747A" w:rsidP="009C54AE" w:rsidRDefault="0085747A" w14:paraId="223FC1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D0FDC" w:rsidR="0085747A" w:rsidTr="0071620A" w14:paraId="223FC201" w14:textId="77777777">
        <w:trPr>
          <w:trHeight w:val="397"/>
        </w:trPr>
        <w:tc>
          <w:tcPr>
            <w:tcW w:w="3544" w:type="dxa"/>
          </w:tcPr>
          <w:p w:rsidRPr="00ED0FDC" w:rsidR="0085747A" w:rsidP="009C54AE" w:rsidRDefault="0085747A" w14:paraId="223FC1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D0FDC" w:rsidR="0085747A" w:rsidP="009C54AE" w:rsidRDefault="0085747A" w14:paraId="223FC2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9C54AE" w:rsidRDefault="003E1941" w14:paraId="223FC202" w14:textId="3256B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E42F7D" w:rsidP="009C54AE" w:rsidRDefault="00E42F7D" w14:paraId="44FC8D4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675843" w14:paraId="223FC2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7. </w:t>
      </w:r>
      <w:r w:rsidRPr="00ED0FDC" w:rsidR="0085747A">
        <w:rPr>
          <w:rFonts w:ascii="Corbel" w:hAnsi="Corbel"/>
          <w:smallCaps w:val="0"/>
          <w:szCs w:val="24"/>
        </w:rPr>
        <w:t>LITERATURA</w:t>
      </w:r>
      <w:r w:rsidRPr="00ED0FDC">
        <w:rPr>
          <w:rFonts w:ascii="Corbel" w:hAnsi="Corbel"/>
          <w:smallCaps w:val="0"/>
          <w:szCs w:val="24"/>
        </w:rPr>
        <w:t xml:space="preserve"> </w:t>
      </w:r>
    </w:p>
    <w:p w:rsidRPr="00ED0FDC" w:rsidR="00675843" w:rsidP="009C54AE" w:rsidRDefault="00675843" w14:paraId="223FC20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ED0FDC" w:rsidR="0085747A" w:rsidTr="0071620A" w14:paraId="223FC208" w14:textId="77777777">
        <w:trPr>
          <w:trHeight w:val="397"/>
        </w:trPr>
        <w:tc>
          <w:tcPr>
            <w:tcW w:w="7513" w:type="dxa"/>
          </w:tcPr>
          <w:p w:rsidR="004B75CD" w:rsidP="004B75CD" w:rsidRDefault="0085747A" w14:paraId="0CFF98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F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C7364" w:rsidP="004B75CD" w:rsidRDefault="004B75CD" w14:paraId="223FC206" w14:textId="50F1299F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ejgier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Stanejko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G.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osób i mienia, wyd. 2, Warszawa  2012.</w:t>
            </w:r>
          </w:p>
          <w:p w:rsidRPr="004B75CD" w:rsidR="004B75CD" w:rsidP="004B75CD" w:rsidRDefault="004B75CD" w14:paraId="4ED69BF7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364" w:rsidP="004B75CD" w:rsidRDefault="00DC7364" w14:paraId="54934953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Kotowski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Kurzępa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imprez masowych: komentarz do ustawy o bezpieczeństwie imprez masowych, wyd. 3, Warszawa 2012.</w:t>
            </w:r>
          </w:p>
          <w:p w:rsidRPr="00ED0FDC" w:rsidR="004B75CD" w:rsidP="00DC7364" w:rsidRDefault="004B75CD" w14:paraId="223FC207" w14:textId="447842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D0FDC" w:rsidR="0085747A" w:rsidTr="0071620A" w14:paraId="223FC20D" w14:textId="77777777">
        <w:trPr>
          <w:trHeight w:val="397"/>
        </w:trPr>
        <w:tc>
          <w:tcPr>
            <w:tcW w:w="7513" w:type="dxa"/>
          </w:tcPr>
          <w:p w:rsidR="004B75CD" w:rsidP="004B75CD" w:rsidRDefault="0085747A" w14:paraId="2E6E63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F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C7364" w:rsidP="004B75CD" w:rsidRDefault="00DC7364" w14:paraId="223FC20B" w14:textId="1A2A3F74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imprez masowych: komentarz, Warszawa 2008.</w:t>
            </w:r>
          </w:p>
          <w:p w:rsidRPr="004B75CD" w:rsidR="004B75CD" w:rsidP="004B75CD" w:rsidRDefault="004B75CD" w14:paraId="61D10E1E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364" w:rsidP="004B75CD" w:rsidRDefault="00DC7364" w14:paraId="52D274A3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Usługi detektywistyczne: komentarz,  Warszawa, 2006.</w:t>
            </w:r>
          </w:p>
          <w:p w:rsidRPr="00ED0FDC" w:rsidR="004B75CD" w:rsidP="00DC7364" w:rsidRDefault="004B75CD" w14:paraId="223FC20C" w14:textId="3170E3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ED0FDC" w:rsidR="0085747A" w:rsidP="009C54AE" w:rsidRDefault="0085747A" w14:paraId="223FC20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85747A" w14:paraId="223FC20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F83B28" w:rsidRDefault="0085747A" w14:paraId="223FC21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D0FD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195" w:rsidP="00C16ABF" w:rsidRDefault="00511195" w14:paraId="223FC213" w14:textId="77777777">
      <w:pPr>
        <w:spacing w:after="0" w:line="240" w:lineRule="auto"/>
      </w:pPr>
      <w:r>
        <w:separator/>
      </w:r>
    </w:p>
  </w:endnote>
  <w:endnote w:type="continuationSeparator" w:id="0">
    <w:p w:rsidR="00511195" w:rsidP="00C16ABF" w:rsidRDefault="00511195" w14:paraId="223FC21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195" w:rsidP="00C16ABF" w:rsidRDefault="00511195" w14:paraId="223FC211" w14:textId="77777777">
      <w:pPr>
        <w:spacing w:after="0" w:line="240" w:lineRule="auto"/>
      </w:pPr>
      <w:r>
        <w:separator/>
      </w:r>
    </w:p>
  </w:footnote>
  <w:footnote w:type="continuationSeparator" w:id="0">
    <w:p w:rsidR="00511195" w:rsidP="00C16ABF" w:rsidRDefault="00511195" w14:paraId="223FC21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23FC21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5CD"/>
    <w:rsid w:val="004D5282"/>
    <w:rsid w:val="004F1551"/>
    <w:rsid w:val="004F55A3"/>
    <w:rsid w:val="0050496F"/>
    <w:rsid w:val="00511195"/>
    <w:rsid w:val="00513B6F"/>
    <w:rsid w:val="00517C63"/>
    <w:rsid w:val="005363C4"/>
    <w:rsid w:val="00536BDE"/>
    <w:rsid w:val="0054152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69F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55F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62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B18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364"/>
    <w:rsid w:val="00DE09C0"/>
    <w:rsid w:val="00DE4A14"/>
    <w:rsid w:val="00DF320D"/>
    <w:rsid w:val="00DF71C8"/>
    <w:rsid w:val="00E129B8"/>
    <w:rsid w:val="00E202D9"/>
    <w:rsid w:val="00E21E7D"/>
    <w:rsid w:val="00E22FBC"/>
    <w:rsid w:val="00E24BF5"/>
    <w:rsid w:val="00E25338"/>
    <w:rsid w:val="00E42F7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FDC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B4D6E61"/>
    <w:rsid w:val="2A004FA1"/>
    <w:rsid w:val="2EC45ACA"/>
    <w:rsid w:val="3B0CE620"/>
    <w:rsid w:val="3D82C7AC"/>
    <w:rsid w:val="4281C387"/>
    <w:rsid w:val="6FD9706F"/>
    <w:rsid w:val="74723607"/>
    <w:rsid w:val="7714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FC119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4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15551-3A5E-40F6-8F6A-C83A21CB03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2CC24-4243-48F7-BD7C-D2D1CBF8AD6C}"/>
</file>

<file path=customXml/itemProps3.xml><?xml version="1.0" encoding="utf-8"?>
<ds:datastoreItem xmlns:ds="http://schemas.openxmlformats.org/officeDocument/2006/customXml" ds:itemID="{CB53BE75-7893-4000-8C0F-E4F4C03A720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C5CB43C-817F-4D7A-9A31-C6D2CE41BAC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9</cp:revision>
  <cp:lastPrinted>2019-02-06T12:12:00Z</cp:lastPrinted>
  <dcterms:created xsi:type="dcterms:W3CDTF">2021-01-15T13:16:00Z</dcterms:created>
  <dcterms:modified xsi:type="dcterms:W3CDTF">2021-11-17T20:44:02Z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